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529AEE6" w:rsidR="004E36AD" w:rsidRPr="00492684" w:rsidRDefault="004E36AD" w:rsidP="003A6414">
      <w:pPr>
        <w:tabs>
          <w:tab w:val="left" w:pos="2835"/>
          <w:tab w:val="left" w:pos="5400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3A6414">
        <w:rPr>
          <w:lang w:val="en-GB"/>
        </w:rPr>
        <w:t xml:space="preserve"> 27-G023-24</w:t>
      </w:r>
      <w:r w:rsidR="003A641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4A7EEAB" w14:textId="6F6C3733" w:rsidR="00C44890" w:rsidRDefault="00C44890" w:rsidP="0007353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4D247AFD" w14:textId="77777777" w:rsidR="00452DF7" w:rsidRDefault="002D5725" w:rsidP="00452DF7">
      <w:pPr>
        <w:numPr>
          <w:ilvl w:val="0"/>
          <w:numId w:val="21"/>
        </w:numPr>
        <w:jc w:val="both"/>
        <w:rPr>
          <w:lang w:val="en-KI"/>
        </w:rPr>
      </w:pPr>
      <w:r>
        <w:rPr>
          <w:lang w:val="en-GB"/>
        </w:rPr>
        <w:t xml:space="preserve">The main objective of this procurement is to assist MISE HQ with the need of transportation </w:t>
      </w:r>
      <w:r w:rsidR="00A62D58">
        <w:rPr>
          <w:lang w:val="en-GB"/>
        </w:rPr>
        <w:t>which has been a major issue within MISE</w:t>
      </w:r>
      <w:r w:rsidR="00B20BB6">
        <w:rPr>
          <w:lang w:val="en-GB"/>
        </w:rPr>
        <w:t xml:space="preserve"> </w:t>
      </w:r>
      <w:r w:rsidR="00341B87">
        <w:rPr>
          <w:lang w:val="en-GB"/>
        </w:rPr>
        <w:t>mostly for staff</w:t>
      </w:r>
      <w:r w:rsidR="00706B23">
        <w:rPr>
          <w:lang w:val="en-GB"/>
        </w:rPr>
        <w:t xml:space="preserve"> residing at </w:t>
      </w:r>
      <w:proofErr w:type="spellStart"/>
      <w:r w:rsidR="00706B23">
        <w:rPr>
          <w:lang w:val="en-GB"/>
        </w:rPr>
        <w:t>Buota</w:t>
      </w:r>
      <w:proofErr w:type="spellEnd"/>
      <w:r w:rsidR="00706B23">
        <w:rPr>
          <w:lang w:val="en-GB"/>
        </w:rPr>
        <w:t>-Bairiki</w:t>
      </w:r>
      <w:r w:rsidR="00961F34">
        <w:rPr>
          <w:lang w:val="en-GB"/>
        </w:rPr>
        <w:t xml:space="preserve">. </w:t>
      </w:r>
      <w:r w:rsidR="00452DF7">
        <w:rPr>
          <w:lang w:val="en-GB"/>
        </w:rPr>
        <w:t xml:space="preserve">The current big bus used is long overdue for replacement </w:t>
      </w:r>
      <w:r w:rsidR="00452DF7">
        <w:rPr>
          <w:lang w:val="en-KI"/>
        </w:rPr>
        <w:t>with f</w:t>
      </w:r>
      <w:r w:rsidR="00452DF7" w:rsidRPr="00D526A8">
        <w:rPr>
          <w:lang w:val="en-KI"/>
        </w:rPr>
        <w:t>requent breakdowns, high maintenance costs, and reduced reliability pose a significant issue in ensuring the timely and safe transportation of staff.</w:t>
      </w:r>
      <w:r w:rsidR="00452DF7">
        <w:rPr>
          <w:lang w:val="en-KI"/>
        </w:rPr>
        <w:t xml:space="preserve"> </w:t>
      </w:r>
      <w:r w:rsidR="00452DF7" w:rsidRPr="00D526A8">
        <w:rPr>
          <w:lang w:val="en-KI"/>
        </w:rPr>
        <w:t>The aging bus may no longer meet current safety standards, putting the staff at risk</w:t>
      </w:r>
      <w:r w:rsidR="00452DF7">
        <w:rPr>
          <w:lang w:val="en-KI"/>
        </w:rPr>
        <w:t>, hence procuring a</w:t>
      </w:r>
      <w:r w:rsidR="00452DF7" w:rsidRPr="00D526A8">
        <w:rPr>
          <w:lang w:val="en-KI"/>
        </w:rPr>
        <w:t xml:space="preserve"> newer vehicle will comply with modern safety requirements, offering better protection for passengers.</w:t>
      </w:r>
      <w:r w:rsidR="00452DF7">
        <w:rPr>
          <w:lang w:val="en-KI"/>
        </w:rPr>
        <w:t xml:space="preserve"> </w:t>
      </w:r>
    </w:p>
    <w:p w14:paraId="6EEB186A" w14:textId="0CD7C81B" w:rsidR="00452DF7" w:rsidRPr="00D526A8" w:rsidRDefault="00452DF7" w:rsidP="00452DF7">
      <w:pPr>
        <w:ind w:left="720"/>
        <w:jc w:val="both"/>
        <w:rPr>
          <w:lang w:val="en-KI"/>
        </w:rPr>
      </w:pPr>
      <w:r w:rsidRPr="00452DF7">
        <w:rPr>
          <w:lang w:val="en-KI"/>
        </w:rPr>
        <w:t>P</w:t>
      </w:r>
      <w:r w:rsidRPr="00D526A8">
        <w:rPr>
          <w:lang w:val="en-KI"/>
        </w:rPr>
        <w:t>rocurement of a new big bus for MISE is not only justified by the need to replace the aging and inefficient current bus but also presents a cost-effective solution in the long term</w:t>
      </w:r>
      <w:r>
        <w:rPr>
          <w:lang w:val="en-KI"/>
        </w:rPr>
        <w:t xml:space="preserve"> and </w:t>
      </w:r>
      <w:r w:rsidRPr="00D526A8">
        <w:rPr>
          <w:lang w:val="en-KI"/>
        </w:rPr>
        <w:t>minimize disruptions caused by transport issues, ensuring staff can be consistently and efficiently transported without unnecessary delays.</w:t>
      </w:r>
    </w:p>
    <w:p w14:paraId="4F24FF34" w14:textId="0744DB4C" w:rsidR="00D526A8" w:rsidRDefault="00D526A8" w:rsidP="00675DB9">
      <w:pPr>
        <w:jc w:val="both"/>
        <w:rPr>
          <w:lang w:val="en-GB"/>
        </w:rPr>
      </w:pPr>
    </w:p>
    <w:p w14:paraId="7B19B727" w14:textId="0357FA40" w:rsidR="00C44890" w:rsidRPr="002F180A" w:rsidRDefault="002A4740" w:rsidP="002F180A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  <w:bookmarkStart w:id="6" w:name="_Toc308102003"/>
    </w:p>
    <w:p w14:paraId="63B9B8A8" w14:textId="317AFBD7" w:rsidR="002A4740" w:rsidRPr="002F180A" w:rsidRDefault="002B79DB" w:rsidP="002F180A">
      <w:pPr>
        <w:rPr>
          <w:lang w:val="en-GB"/>
        </w:rPr>
      </w:pPr>
      <w:r w:rsidRPr="002F180A">
        <w:rPr>
          <w:lang w:val="en-GB"/>
        </w:rPr>
        <w:t>Pictur</w:t>
      </w:r>
      <w:r w:rsidR="00AE1CED" w:rsidRPr="002F180A">
        <w:rPr>
          <w:lang w:val="en-GB"/>
        </w:rPr>
        <w:t xml:space="preserve">e of vehicle </w:t>
      </w:r>
      <w:r w:rsidRPr="002F180A">
        <w:rPr>
          <w:lang w:val="en-GB"/>
        </w:rPr>
        <w:t xml:space="preserve">and manual to be provided when </w:t>
      </w:r>
      <w:r w:rsidR="006125AD" w:rsidRPr="002F180A">
        <w:rPr>
          <w:lang w:val="en-GB"/>
        </w:rPr>
        <w:t>possible.</w:t>
      </w:r>
    </w:p>
    <w:p w14:paraId="70CE63BA" w14:textId="2C95C810" w:rsidR="002D2091" w:rsidRPr="002F180A" w:rsidRDefault="002D2091" w:rsidP="002F180A">
      <w:pPr>
        <w:rPr>
          <w:lang w:val="en-GB"/>
        </w:rPr>
      </w:pPr>
      <w:r w:rsidRPr="002F180A">
        <w:rPr>
          <w:lang w:val="en-GB"/>
        </w:rPr>
        <w:t>Brand and model of the vehicle</w:t>
      </w:r>
      <w:r w:rsidR="001F52A5">
        <w:rPr>
          <w:lang w:val="en-GB"/>
        </w:rPr>
        <w:t xml:space="preserve"> </w:t>
      </w:r>
      <w:r w:rsidR="000E1E86">
        <w:rPr>
          <w:lang w:val="en-GB"/>
        </w:rPr>
        <w:t>(to be the latest year)</w:t>
      </w:r>
    </w:p>
    <w:p w14:paraId="0225E1AA" w14:textId="48144247" w:rsidR="002B79DB" w:rsidRDefault="002C40D8" w:rsidP="00C44890">
      <w:pPr>
        <w:rPr>
          <w:lang w:val="en-GB"/>
        </w:rPr>
      </w:pPr>
      <w:r>
        <w:rPr>
          <w:lang w:val="en-GB"/>
        </w:rPr>
        <w:t xml:space="preserve">Valid </w:t>
      </w:r>
      <w:r w:rsidR="00D94464">
        <w:rPr>
          <w:lang w:val="en-GB"/>
        </w:rPr>
        <w:t>Business Licens</w:t>
      </w:r>
      <w:r w:rsidR="002B79DB">
        <w:rPr>
          <w:lang w:val="en-GB"/>
        </w:rPr>
        <w:t>e</w:t>
      </w:r>
      <w:r>
        <w:rPr>
          <w:lang w:val="en-GB"/>
        </w:rPr>
        <w:t xml:space="preserve"> (from Council)</w:t>
      </w:r>
    </w:p>
    <w:p w14:paraId="0F6BC88B" w14:textId="02AE2FFC" w:rsidR="002B79DB" w:rsidRDefault="002C40D8" w:rsidP="00C44890">
      <w:pPr>
        <w:rPr>
          <w:lang w:val="en-GB"/>
        </w:rPr>
      </w:pPr>
      <w:r>
        <w:rPr>
          <w:lang w:val="en-GB"/>
        </w:rPr>
        <w:t xml:space="preserve">Valid </w:t>
      </w:r>
      <w:r w:rsidR="002B79DB">
        <w:rPr>
          <w:lang w:val="en-GB"/>
        </w:rPr>
        <w:t xml:space="preserve">Business registration </w:t>
      </w:r>
      <w:r>
        <w:rPr>
          <w:lang w:val="en-GB"/>
        </w:rPr>
        <w:t>(from MTCIC</w:t>
      </w:r>
      <w:r w:rsidR="007D47A9">
        <w:rPr>
          <w:lang w:val="en-GB"/>
        </w:rPr>
        <w:t xml:space="preserve"> and Registrar of Companies in country of Origin</w:t>
      </w:r>
      <w:r>
        <w:rPr>
          <w:lang w:val="en-GB"/>
        </w:rPr>
        <w:t xml:space="preserve"> with recent certification)</w:t>
      </w:r>
    </w:p>
    <w:p w14:paraId="21718D8F" w14:textId="2E21C6DD" w:rsidR="001F3BEC" w:rsidRDefault="001F3BEC" w:rsidP="00C44890">
      <w:pPr>
        <w:rPr>
          <w:lang w:val="en-GB"/>
        </w:rPr>
      </w:pPr>
      <w:r>
        <w:rPr>
          <w:lang w:val="en-GB"/>
        </w:rPr>
        <w:t>Reference</w:t>
      </w:r>
      <w:r w:rsidR="00FB0571">
        <w:rPr>
          <w:lang w:val="en-GB"/>
        </w:rPr>
        <w:t>s</w:t>
      </w:r>
      <w:r>
        <w:rPr>
          <w:lang w:val="en-GB"/>
        </w:rPr>
        <w:t xml:space="preserve"> </w:t>
      </w:r>
      <w:r w:rsidR="005B4F3E">
        <w:rPr>
          <w:lang w:val="en-GB"/>
        </w:rPr>
        <w:t>(at least 3</w:t>
      </w:r>
      <w:r w:rsidR="00FB0571">
        <w:rPr>
          <w:lang w:val="en-GB"/>
        </w:rPr>
        <w:t>)</w:t>
      </w:r>
    </w:p>
    <w:p w14:paraId="01C53486" w14:textId="30D6AF41" w:rsidR="00D94464" w:rsidRDefault="00D94464" w:rsidP="00C44890">
      <w:pPr>
        <w:rPr>
          <w:lang w:val="en-GB"/>
        </w:rPr>
      </w:pPr>
      <w:r>
        <w:rPr>
          <w:lang w:val="en-GB"/>
        </w:rPr>
        <w:t>Quotation</w:t>
      </w:r>
      <w:r w:rsidR="002C40D8">
        <w:rPr>
          <w:lang w:val="en-GB"/>
        </w:rPr>
        <w:t xml:space="preserve"> (to include all local charges, including VAT)</w:t>
      </w:r>
    </w:p>
    <w:p w14:paraId="20638F40" w14:textId="79E13436" w:rsidR="00F06B25" w:rsidRDefault="00F06B25" w:rsidP="00C44890">
      <w:pPr>
        <w:rPr>
          <w:lang w:val="en-GB"/>
        </w:rPr>
      </w:pPr>
      <w:r>
        <w:rPr>
          <w:lang w:val="en-GB"/>
        </w:rPr>
        <w:t>Delivery schedule</w:t>
      </w:r>
    </w:p>
    <w:p w14:paraId="126FB28F" w14:textId="17E58B4D" w:rsidR="001F5C6D" w:rsidRDefault="001F5C6D" w:rsidP="00C44890">
      <w:pPr>
        <w:rPr>
          <w:lang w:val="en-GB"/>
        </w:rPr>
      </w:pPr>
      <w:r w:rsidRPr="00F31E2F">
        <w:rPr>
          <w:lang w:val="en-GB"/>
        </w:rPr>
        <w:t>Year of manufacture to be not earlier than 2022.</w:t>
      </w:r>
    </w:p>
    <w:p w14:paraId="6500DD60" w14:textId="70FF6FC4" w:rsidR="002C40D8" w:rsidRDefault="002C40D8" w:rsidP="00C44890">
      <w:pPr>
        <w:rPr>
          <w:lang w:val="en-GB"/>
        </w:rPr>
      </w:pPr>
      <w:r>
        <w:rPr>
          <w:lang w:val="en-GB"/>
        </w:rPr>
        <w:t>Spare parts (including spare key)</w:t>
      </w:r>
    </w:p>
    <w:p w14:paraId="35C192D7" w14:textId="3868DA13" w:rsidR="002C40D8" w:rsidRDefault="002C40D8" w:rsidP="00C44890">
      <w:pPr>
        <w:rPr>
          <w:lang w:val="en-GB"/>
        </w:rPr>
      </w:pPr>
      <w:r>
        <w:rPr>
          <w:lang w:val="en-GB"/>
        </w:rPr>
        <w:t>Prepared repair set kits (</w:t>
      </w:r>
      <w:r w:rsidR="001F5C6D">
        <w:rPr>
          <w:lang w:val="en-GB"/>
        </w:rPr>
        <w:t>j</w:t>
      </w:r>
      <w:r>
        <w:rPr>
          <w:lang w:val="en-GB"/>
        </w:rPr>
        <w:t>ac</w:t>
      </w:r>
      <w:r w:rsidR="001F5C6D">
        <w:rPr>
          <w:lang w:val="en-GB"/>
        </w:rPr>
        <w:t xml:space="preserve">k, spanner </w:t>
      </w:r>
      <w:r>
        <w:rPr>
          <w:lang w:val="en-GB"/>
        </w:rPr>
        <w:t>and spare tire, etc)</w:t>
      </w:r>
    </w:p>
    <w:p w14:paraId="364D68E8" w14:textId="40B360A3" w:rsidR="002C40D8" w:rsidRDefault="002C40D8" w:rsidP="00C44890">
      <w:pPr>
        <w:rPr>
          <w:lang w:val="en-GB"/>
        </w:rPr>
      </w:pPr>
      <w:r w:rsidRPr="005D06BD">
        <w:rPr>
          <w:lang w:val="en-GB"/>
        </w:rPr>
        <w:t>Mileage of the vehicle</w:t>
      </w:r>
      <w:r w:rsidR="002D7D91" w:rsidRPr="005D06BD">
        <w:rPr>
          <w:lang w:val="en-GB"/>
        </w:rPr>
        <w:t xml:space="preserve"> (to be lowest)</w:t>
      </w:r>
      <w:r w:rsidR="005D06BD">
        <w:rPr>
          <w:lang w:val="en-GB"/>
        </w:rPr>
        <w:t xml:space="preserve"> – preferably the </w:t>
      </w:r>
      <w:r w:rsidR="007D47A9">
        <w:rPr>
          <w:lang w:val="en-GB"/>
        </w:rPr>
        <w:t>brand-new</w:t>
      </w:r>
      <w:r w:rsidR="005D06BD">
        <w:rPr>
          <w:lang w:val="en-GB"/>
        </w:rPr>
        <w:t xml:space="preserve"> </w:t>
      </w:r>
      <w:r w:rsidR="00341806">
        <w:rPr>
          <w:lang w:val="en-GB"/>
        </w:rPr>
        <w:t>vehicle</w:t>
      </w:r>
      <w:r w:rsidR="005D06BD">
        <w:rPr>
          <w:lang w:val="en-GB"/>
        </w:rPr>
        <w:t>.</w:t>
      </w:r>
    </w:p>
    <w:p w14:paraId="6B5AE39E" w14:textId="24A04965" w:rsidR="00587E84" w:rsidRDefault="00587E84" w:rsidP="00C44890">
      <w:pPr>
        <w:rPr>
          <w:lang w:val="en-GB"/>
        </w:rPr>
      </w:pPr>
      <w:r>
        <w:rPr>
          <w:lang w:val="en-GB"/>
        </w:rPr>
        <w:t>Radio/Tape to be included in.</w:t>
      </w:r>
    </w:p>
    <w:p w14:paraId="25BFD90C" w14:textId="04C2D920" w:rsidR="002C40D8" w:rsidRDefault="002C40D8" w:rsidP="00C44890">
      <w:pPr>
        <w:rPr>
          <w:lang w:val="en-GB"/>
        </w:rPr>
      </w:pPr>
      <w:r>
        <w:rPr>
          <w:lang w:val="en-GB"/>
        </w:rPr>
        <w:t xml:space="preserve">Service arrangements (first servicing to vehicle after receiving them to be provided free from the supplier). If </w:t>
      </w:r>
      <w:r w:rsidR="002D6D50">
        <w:rPr>
          <w:lang w:val="en-GB"/>
        </w:rPr>
        <w:t>not,</w:t>
      </w:r>
      <w:r>
        <w:rPr>
          <w:lang w:val="en-GB"/>
        </w:rPr>
        <w:t xml:space="preserve"> then the services charge should be detailed out.</w:t>
      </w:r>
    </w:p>
    <w:p w14:paraId="7EE4BA2A" w14:textId="3F04258D" w:rsidR="00950C86" w:rsidRPr="00492684" w:rsidRDefault="00950C86" w:rsidP="00C44890">
      <w:pPr>
        <w:rPr>
          <w:lang w:val="en-GB"/>
        </w:rPr>
      </w:pPr>
      <w:r>
        <w:rPr>
          <w:lang w:val="en-GB"/>
        </w:rPr>
        <w:t>Warranty</w:t>
      </w:r>
    </w:p>
    <w:p w14:paraId="65A62D34" w14:textId="77777777" w:rsidR="00C44890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6DD41C6" w14:textId="4B55DEAA" w:rsidR="00464FA7" w:rsidRPr="00464FA7" w:rsidRDefault="00464FA7" w:rsidP="00464FA7">
      <w:pPr>
        <w:rPr>
          <w:lang w:val="en-GB"/>
        </w:rPr>
      </w:pPr>
      <w:r>
        <w:rPr>
          <w:lang w:val="en-GB"/>
        </w:rPr>
        <w:t>The vehicle is expected to arrive in fully mantled for</w:t>
      </w:r>
      <w:r w:rsidR="00A461B0">
        <w:rPr>
          <w:lang w:val="en-GB"/>
        </w:rPr>
        <w:t xml:space="preserve">m and the </w:t>
      </w:r>
      <w:r w:rsidR="00136F72">
        <w:rPr>
          <w:lang w:val="en-GB"/>
        </w:rPr>
        <w:t xml:space="preserve">spare parts are expected to </w:t>
      </w:r>
      <w:r w:rsidR="00F74BFD">
        <w:rPr>
          <w:lang w:val="en-GB"/>
        </w:rPr>
        <w:t>can readily available with the supplier when needed by MISE as a client.</w:t>
      </w:r>
    </w:p>
    <w:p w14:paraId="1FAB4B7A" w14:textId="700C5936" w:rsidR="00C44890" w:rsidRDefault="00C44890" w:rsidP="002B79DB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lastRenderedPageBreak/>
        <w:t>Delivery Time</w:t>
      </w:r>
      <w:bookmarkEnd w:id="8"/>
    </w:p>
    <w:p w14:paraId="3F6E3063" w14:textId="77777777" w:rsidR="00E14831" w:rsidRDefault="002B79DB" w:rsidP="00C44890">
      <w:pPr>
        <w:rPr>
          <w:lang w:val="en-GB"/>
        </w:rPr>
      </w:pPr>
      <w:r>
        <w:rPr>
          <w:lang w:val="en-GB"/>
        </w:rPr>
        <w:t>At the earliest and shortest time possible</w:t>
      </w:r>
      <w:r w:rsidR="00432D68">
        <w:rPr>
          <w:lang w:val="en-GB"/>
        </w:rPr>
        <w:t xml:space="preserve">. </w:t>
      </w:r>
    </w:p>
    <w:p w14:paraId="49A47C32" w14:textId="1F8B55FB" w:rsidR="00950C86" w:rsidRPr="00492684" w:rsidRDefault="00432D68" w:rsidP="00C44890">
      <w:pPr>
        <w:rPr>
          <w:lang w:val="en-GB"/>
        </w:rPr>
      </w:pPr>
      <w:r>
        <w:rPr>
          <w:lang w:val="en-GB"/>
        </w:rPr>
        <w:t xml:space="preserve">Having </w:t>
      </w:r>
      <w:r w:rsidR="00615611">
        <w:rPr>
          <w:lang w:val="en-GB"/>
        </w:rPr>
        <w:t xml:space="preserve">the vehicle available </w:t>
      </w:r>
      <w:r w:rsidR="00E14831">
        <w:rPr>
          <w:lang w:val="en-GB"/>
        </w:rPr>
        <w:t xml:space="preserve">in </w:t>
      </w:r>
      <w:r w:rsidR="00615611">
        <w:rPr>
          <w:lang w:val="en-GB"/>
        </w:rPr>
        <w:t xml:space="preserve">Tarawa at the time of tendering </w:t>
      </w:r>
      <w:r w:rsidR="00530C31">
        <w:rPr>
          <w:lang w:val="en-GB"/>
        </w:rPr>
        <w:t xml:space="preserve">is advantageous.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070"/>
        <w:gridCol w:w="1633"/>
        <w:gridCol w:w="1417"/>
      </w:tblGrid>
      <w:tr w:rsidR="002A4740" w:rsidRPr="00492684" w14:paraId="7BA20976" w14:textId="59B94A2B" w:rsidTr="00452D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070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633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452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200295E" w14:textId="331D9A83" w:rsidR="002A4740" w:rsidRPr="001F5C6D" w:rsidRDefault="00AB6F8F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>
              <w:rPr>
                <w:lang w:val="it-IT"/>
              </w:rPr>
              <w:t xml:space="preserve">White </w:t>
            </w:r>
            <w:r w:rsidR="00452DF7">
              <w:rPr>
                <w:lang w:val="it-IT"/>
              </w:rPr>
              <w:t>Big Bus</w:t>
            </w:r>
            <w:r w:rsidR="002D7D91" w:rsidRPr="001F5C6D">
              <w:rPr>
                <w:lang w:val="it-IT"/>
              </w:rPr>
              <w:t xml:space="preserve"> </w:t>
            </w:r>
          </w:p>
          <w:p w14:paraId="4D9CF932" w14:textId="2F888EE5" w:rsidR="002C40D8" w:rsidRPr="00F31E2F" w:rsidRDefault="002C40D8" w:rsidP="002D7D91">
            <w:pPr>
              <w:pStyle w:val="ListParagraph"/>
              <w:numPr>
                <w:ilvl w:val="0"/>
                <w:numId w:val="16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2D7D91">
              <w:rPr>
                <w:sz w:val="24"/>
                <w:szCs w:val="24"/>
                <w:lang w:val="en-GB"/>
              </w:rPr>
              <w:t xml:space="preserve">Can accommodate </w:t>
            </w:r>
            <w:r w:rsidR="002D7D91" w:rsidRPr="002D7D91">
              <w:rPr>
                <w:sz w:val="24"/>
                <w:szCs w:val="24"/>
                <w:lang w:val="en-GB"/>
              </w:rPr>
              <w:t xml:space="preserve">at least </w:t>
            </w:r>
            <w:r w:rsidR="00452DF7">
              <w:rPr>
                <w:sz w:val="24"/>
                <w:szCs w:val="24"/>
                <w:lang w:val="en-GB"/>
              </w:rPr>
              <w:t>3</w:t>
            </w:r>
            <w:r w:rsidR="002D7D91" w:rsidRPr="00F31E2F">
              <w:rPr>
                <w:sz w:val="24"/>
                <w:szCs w:val="24"/>
                <w:lang w:val="en-GB"/>
              </w:rPr>
              <w:t>0 passengers</w:t>
            </w:r>
          </w:p>
          <w:p w14:paraId="4243B5E2" w14:textId="2B9BCF3F" w:rsidR="00116464" w:rsidRPr="00F31E2F" w:rsidRDefault="00116464" w:rsidP="002D7D91">
            <w:pPr>
              <w:pStyle w:val="ListParagraph"/>
              <w:numPr>
                <w:ilvl w:val="0"/>
                <w:numId w:val="16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F31E2F">
              <w:rPr>
                <w:sz w:val="24"/>
                <w:szCs w:val="24"/>
                <w:lang w:val="en-GB"/>
              </w:rPr>
              <w:t xml:space="preserve">Latest model preferable </w:t>
            </w:r>
            <w:r w:rsidR="0083626C" w:rsidRPr="00F31E2F">
              <w:rPr>
                <w:sz w:val="24"/>
                <w:szCs w:val="24"/>
                <w:lang w:val="en-GB"/>
              </w:rPr>
              <w:t>with at least 6 months warranty</w:t>
            </w:r>
            <w:r w:rsidR="00FF5DE5" w:rsidRPr="00F31E2F">
              <w:rPr>
                <w:sz w:val="24"/>
                <w:szCs w:val="24"/>
                <w:lang w:val="en-GB"/>
              </w:rPr>
              <w:t xml:space="preserve"> with provided mechanical repair tools, necessary parts, spare tire, operational manual book, and recent photos of the vehicle</w:t>
            </w:r>
            <w:r w:rsidR="002C40D8" w:rsidRPr="00F31E2F">
              <w:rPr>
                <w:sz w:val="24"/>
                <w:szCs w:val="24"/>
                <w:lang w:val="en-GB"/>
              </w:rPr>
              <w:t xml:space="preserve"> with free service to be provided after 6</w:t>
            </w:r>
            <w:r w:rsidR="001F5C6D" w:rsidRPr="00F31E2F">
              <w:rPr>
                <w:sz w:val="24"/>
                <w:szCs w:val="24"/>
                <w:lang w:val="en-GB"/>
              </w:rPr>
              <w:t xml:space="preserve"> </w:t>
            </w:r>
            <w:r w:rsidR="002C40D8" w:rsidRPr="00F31E2F">
              <w:rPr>
                <w:sz w:val="24"/>
                <w:szCs w:val="24"/>
                <w:lang w:val="en-GB"/>
              </w:rPr>
              <w:t xml:space="preserve">months </w:t>
            </w:r>
            <w:r w:rsidR="001F5C6D" w:rsidRPr="00F31E2F">
              <w:rPr>
                <w:sz w:val="24"/>
                <w:szCs w:val="24"/>
                <w:lang w:val="en-GB"/>
              </w:rPr>
              <w:t>of delivery or on achieving 1,000km</w:t>
            </w:r>
            <w:r w:rsidR="000E529C">
              <w:rPr>
                <w:sz w:val="24"/>
                <w:szCs w:val="24"/>
                <w:lang w:val="en-GB"/>
              </w:rPr>
              <w:t xml:space="preserve"> </w:t>
            </w:r>
            <w:r w:rsidR="001F5C6D" w:rsidRPr="00F31E2F">
              <w:rPr>
                <w:sz w:val="24"/>
                <w:szCs w:val="24"/>
                <w:lang w:val="en-GB"/>
              </w:rPr>
              <w:t>whichever is the earlier</w:t>
            </w:r>
            <w:r w:rsidR="002C40D8" w:rsidRPr="00F31E2F">
              <w:rPr>
                <w:sz w:val="24"/>
                <w:szCs w:val="24"/>
                <w:lang w:val="en-GB"/>
              </w:rPr>
              <w:t>.</w:t>
            </w:r>
          </w:p>
          <w:p w14:paraId="1A32B450" w14:textId="6D4E6C05" w:rsidR="00F65017" w:rsidRPr="009B0A5A" w:rsidRDefault="002D7D91" w:rsidP="005C7DB0">
            <w:pPr>
              <w:pStyle w:val="ListParagraph"/>
              <w:numPr>
                <w:ilvl w:val="0"/>
                <w:numId w:val="16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9B0A5A">
              <w:rPr>
                <w:sz w:val="24"/>
                <w:szCs w:val="24"/>
                <w:lang w:val="en-GB"/>
              </w:rPr>
              <w:t>Lowest mileage possible</w:t>
            </w:r>
            <w:r w:rsidR="005D06BD" w:rsidRPr="009B0A5A">
              <w:rPr>
                <w:sz w:val="24"/>
                <w:szCs w:val="24"/>
                <w:lang w:val="en-GB"/>
              </w:rPr>
              <w:t xml:space="preserve"> – preferably the brand new </w:t>
            </w:r>
            <w:r w:rsidR="009B0A5A" w:rsidRPr="009B0A5A">
              <w:rPr>
                <w:sz w:val="24"/>
                <w:szCs w:val="24"/>
                <w:lang w:val="en-GB"/>
              </w:rPr>
              <w:t>one.</w:t>
            </w:r>
          </w:p>
          <w:p w14:paraId="19C84A27" w14:textId="2D244BB2" w:rsidR="001F5C6D" w:rsidRPr="00F31E2F" w:rsidRDefault="001F5C6D" w:rsidP="005C7DB0">
            <w:pPr>
              <w:pStyle w:val="ListParagraph"/>
              <w:numPr>
                <w:ilvl w:val="0"/>
                <w:numId w:val="16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F31E2F">
              <w:rPr>
                <w:sz w:val="24"/>
                <w:szCs w:val="24"/>
                <w:lang w:val="en-GB"/>
              </w:rPr>
              <w:t>Year of manufacture not earlier than 2022</w:t>
            </w:r>
          </w:p>
          <w:p w14:paraId="6A4A0819" w14:textId="7E09520F" w:rsidR="00FF5DE5" w:rsidRPr="00492684" w:rsidRDefault="00FF5DE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70" w:type="dxa"/>
          </w:tcPr>
          <w:p w14:paraId="352597C6" w14:textId="0CB698BA" w:rsidR="002A4740" w:rsidRPr="00492684" w:rsidRDefault="002E15D9" w:rsidP="008362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633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Default="00C44890" w:rsidP="00C44890">
      <w:pPr>
        <w:rPr>
          <w:lang w:val="en-GB"/>
        </w:rPr>
      </w:pPr>
    </w:p>
    <w:p w14:paraId="3C5A0826" w14:textId="77777777" w:rsidR="000C76F2" w:rsidRDefault="000C76F2" w:rsidP="00C44890">
      <w:pPr>
        <w:rPr>
          <w:lang w:val="en-GB"/>
        </w:rPr>
      </w:pPr>
    </w:p>
    <w:p w14:paraId="03479C30" w14:textId="77777777" w:rsidR="000C76F2" w:rsidRDefault="000C76F2" w:rsidP="00C44890">
      <w:pPr>
        <w:rPr>
          <w:lang w:val="en-GB"/>
        </w:rPr>
      </w:pPr>
    </w:p>
    <w:p w14:paraId="3A4B36D2" w14:textId="77777777" w:rsidR="000C76F2" w:rsidRDefault="000C76F2" w:rsidP="00C44890">
      <w:pPr>
        <w:rPr>
          <w:lang w:val="en-GB"/>
        </w:rPr>
      </w:pPr>
    </w:p>
    <w:p w14:paraId="246B31DA" w14:textId="77777777" w:rsidR="000C76F2" w:rsidRDefault="000C76F2" w:rsidP="00C44890">
      <w:pPr>
        <w:rPr>
          <w:lang w:val="en-GB"/>
        </w:rPr>
      </w:pPr>
    </w:p>
    <w:p w14:paraId="610D628C" w14:textId="77777777" w:rsidR="000C76F2" w:rsidRPr="00492684" w:rsidRDefault="000C76F2" w:rsidP="00C44890">
      <w:pPr>
        <w:rPr>
          <w:lang w:val="en-GB"/>
        </w:rPr>
      </w:pPr>
    </w:p>
    <w:sectPr w:rsidR="000C76F2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A3F0F" w14:textId="77777777" w:rsidR="003159D7" w:rsidRDefault="003159D7">
      <w:r>
        <w:separator/>
      </w:r>
    </w:p>
  </w:endnote>
  <w:endnote w:type="continuationSeparator" w:id="0">
    <w:p w14:paraId="2AB3671B" w14:textId="77777777" w:rsidR="003159D7" w:rsidRDefault="003159D7">
      <w:r>
        <w:continuationSeparator/>
      </w:r>
    </w:p>
  </w:endnote>
  <w:endnote w:type="continuationNotice" w:id="1">
    <w:p w14:paraId="441F8E22" w14:textId="77777777" w:rsidR="003159D7" w:rsidRDefault="003159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3AD45E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D47A9">
      <w:rPr>
        <w:noProof/>
      </w:rPr>
      <w:t>2024-10-18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8FE73" w14:textId="77777777" w:rsidR="003159D7" w:rsidRDefault="003159D7">
      <w:r>
        <w:separator/>
      </w:r>
    </w:p>
  </w:footnote>
  <w:footnote w:type="continuationSeparator" w:id="0">
    <w:p w14:paraId="57E4D5A0" w14:textId="77777777" w:rsidR="003159D7" w:rsidRDefault="003159D7">
      <w:r>
        <w:continuationSeparator/>
      </w:r>
    </w:p>
  </w:footnote>
  <w:footnote w:type="continuationNotice" w:id="1">
    <w:p w14:paraId="51C1AC02" w14:textId="77777777" w:rsidR="003159D7" w:rsidRDefault="003159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29578E7F" w:rsidR="001A0764" w:rsidRPr="00FF7B55" w:rsidRDefault="001A0764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7375"/>
    <w:multiLevelType w:val="multilevel"/>
    <w:tmpl w:val="1FD0F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145D6"/>
    <w:multiLevelType w:val="multilevel"/>
    <w:tmpl w:val="AE06A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E6EBA"/>
    <w:multiLevelType w:val="hybridMultilevel"/>
    <w:tmpl w:val="9F6684D4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3A656E77"/>
    <w:multiLevelType w:val="multilevel"/>
    <w:tmpl w:val="5574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C0796"/>
    <w:multiLevelType w:val="multilevel"/>
    <w:tmpl w:val="8306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10E65"/>
    <w:multiLevelType w:val="hybridMultilevel"/>
    <w:tmpl w:val="DAE624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3C16"/>
    <w:multiLevelType w:val="multilevel"/>
    <w:tmpl w:val="CE6A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8A0B65"/>
    <w:multiLevelType w:val="multilevel"/>
    <w:tmpl w:val="9BB85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6C4E4E"/>
    <w:multiLevelType w:val="hybridMultilevel"/>
    <w:tmpl w:val="BB4E11FE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441252">
    <w:abstractNumId w:val="4"/>
  </w:num>
  <w:num w:numId="2" w16cid:durableId="1381516012">
    <w:abstractNumId w:val="22"/>
  </w:num>
  <w:num w:numId="3" w16cid:durableId="1413162508">
    <w:abstractNumId w:val="23"/>
  </w:num>
  <w:num w:numId="4" w16cid:durableId="329525060">
    <w:abstractNumId w:val="10"/>
  </w:num>
  <w:num w:numId="5" w16cid:durableId="402217809">
    <w:abstractNumId w:val="9"/>
  </w:num>
  <w:num w:numId="6" w16cid:durableId="600989496">
    <w:abstractNumId w:val="14"/>
  </w:num>
  <w:num w:numId="7" w16cid:durableId="86318446">
    <w:abstractNumId w:val="11"/>
  </w:num>
  <w:num w:numId="8" w16cid:durableId="2114204142">
    <w:abstractNumId w:val="17"/>
  </w:num>
  <w:num w:numId="9" w16cid:durableId="1106074340">
    <w:abstractNumId w:val="3"/>
  </w:num>
  <w:num w:numId="10" w16cid:durableId="1572109463">
    <w:abstractNumId w:val="16"/>
  </w:num>
  <w:num w:numId="11" w16cid:durableId="1152798465">
    <w:abstractNumId w:val="6"/>
  </w:num>
  <w:num w:numId="12" w16cid:durableId="618950783">
    <w:abstractNumId w:val="13"/>
  </w:num>
  <w:num w:numId="13" w16cid:durableId="381833938">
    <w:abstractNumId w:val="21"/>
  </w:num>
  <w:num w:numId="14" w16cid:durableId="351030158">
    <w:abstractNumId w:val="8"/>
  </w:num>
  <w:num w:numId="15" w16cid:durableId="542865819">
    <w:abstractNumId w:val="12"/>
  </w:num>
  <w:num w:numId="16" w16cid:durableId="756173251">
    <w:abstractNumId w:val="2"/>
  </w:num>
  <w:num w:numId="17" w16cid:durableId="1686402932">
    <w:abstractNumId w:val="20"/>
  </w:num>
  <w:num w:numId="18" w16cid:durableId="894896073">
    <w:abstractNumId w:val="15"/>
  </w:num>
  <w:num w:numId="19" w16cid:durableId="1800806693">
    <w:abstractNumId w:val="19"/>
  </w:num>
  <w:num w:numId="20" w16cid:durableId="1487477110">
    <w:abstractNumId w:val="7"/>
  </w:num>
  <w:num w:numId="21" w16cid:durableId="76942150">
    <w:abstractNumId w:val="18"/>
  </w:num>
  <w:num w:numId="22" w16cid:durableId="428503784">
    <w:abstractNumId w:val="5"/>
  </w:num>
  <w:num w:numId="23" w16cid:durableId="1466316256">
    <w:abstractNumId w:val="0"/>
  </w:num>
  <w:num w:numId="24" w16cid:durableId="50980593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D11"/>
    <w:rsid w:val="000201DC"/>
    <w:rsid w:val="00020DA4"/>
    <w:rsid w:val="000211D8"/>
    <w:rsid w:val="00022914"/>
    <w:rsid w:val="00022B15"/>
    <w:rsid w:val="000260BD"/>
    <w:rsid w:val="00026A21"/>
    <w:rsid w:val="0002753F"/>
    <w:rsid w:val="0003139A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5960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07B5"/>
    <w:rsid w:val="00072DBF"/>
    <w:rsid w:val="00072E8D"/>
    <w:rsid w:val="00073530"/>
    <w:rsid w:val="00073806"/>
    <w:rsid w:val="00075273"/>
    <w:rsid w:val="000768F7"/>
    <w:rsid w:val="00077FC8"/>
    <w:rsid w:val="00081AB0"/>
    <w:rsid w:val="000825EA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6CC5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C76F2"/>
    <w:rsid w:val="000D09F2"/>
    <w:rsid w:val="000D324F"/>
    <w:rsid w:val="000D4100"/>
    <w:rsid w:val="000D4803"/>
    <w:rsid w:val="000D4AD6"/>
    <w:rsid w:val="000E1CA4"/>
    <w:rsid w:val="000E1E86"/>
    <w:rsid w:val="000E2CD6"/>
    <w:rsid w:val="000E529C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464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6F72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1C4D"/>
    <w:rsid w:val="001A345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3BEC"/>
    <w:rsid w:val="001F4793"/>
    <w:rsid w:val="001F52A5"/>
    <w:rsid w:val="001F552E"/>
    <w:rsid w:val="001F560F"/>
    <w:rsid w:val="001F5616"/>
    <w:rsid w:val="001F5C6D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849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200B"/>
    <w:rsid w:val="002B39E4"/>
    <w:rsid w:val="002B4161"/>
    <w:rsid w:val="002B5EF8"/>
    <w:rsid w:val="002B64B7"/>
    <w:rsid w:val="002B68E8"/>
    <w:rsid w:val="002B79DB"/>
    <w:rsid w:val="002B7E00"/>
    <w:rsid w:val="002C0E6E"/>
    <w:rsid w:val="002C2446"/>
    <w:rsid w:val="002C2931"/>
    <w:rsid w:val="002C40D8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091"/>
    <w:rsid w:val="002D2F05"/>
    <w:rsid w:val="002D3D65"/>
    <w:rsid w:val="002D3FEA"/>
    <w:rsid w:val="002D5725"/>
    <w:rsid w:val="002D645D"/>
    <w:rsid w:val="002D6D50"/>
    <w:rsid w:val="002D7D91"/>
    <w:rsid w:val="002E09FB"/>
    <w:rsid w:val="002E15D9"/>
    <w:rsid w:val="002E16C8"/>
    <w:rsid w:val="002E302D"/>
    <w:rsid w:val="002E3763"/>
    <w:rsid w:val="002E3A6B"/>
    <w:rsid w:val="002E3B22"/>
    <w:rsid w:val="002E43E9"/>
    <w:rsid w:val="002E4B33"/>
    <w:rsid w:val="002E56DE"/>
    <w:rsid w:val="002E572C"/>
    <w:rsid w:val="002E5D6F"/>
    <w:rsid w:val="002E7242"/>
    <w:rsid w:val="002F180A"/>
    <w:rsid w:val="002F1B17"/>
    <w:rsid w:val="002F240E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9D7"/>
    <w:rsid w:val="00316FAE"/>
    <w:rsid w:val="00317B96"/>
    <w:rsid w:val="00320285"/>
    <w:rsid w:val="0032183A"/>
    <w:rsid w:val="00322CB3"/>
    <w:rsid w:val="00323351"/>
    <w:rsid w:val="00323ED9"/>
    <w:rsid w:val="00324B17"/>
    <w:rsid w:val="00324C43"/>
    <w:rsid w:val="003271A0"/>
    <w:rsid w:val="00330672"/>
    <w:rsid w:val="00331FA4"/>
    <w:rsid w:val="003337AC"/>
    <w:rsid w:val="0033460E"/>
    <w:rsid w:val="0033497E"/>
    <w:rsid w:val="00334F9F"/>
    <w:rsid w:val="00340FDE"/>
    <w:rsid w:val="00341806"/>
    <w:rsid w:val="00341B87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6414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5CE6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479"/>
    <w:rsid w:val="00426E6C"/>
    <w:rsid w:val="00430F2F"/>
    <w:rsid w:val="00431A5D"/>
    <w:rsid w:val="00431FAE"/>
    <w:rsid w:val="004324B6"/>
    <w:rsid w:val="00432D68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8E7"/>
    <w:rsid w:val="00447F54"/>
    <w:rsid w:val="004505E9"/>
    <w:rsid w:val="004511DA"/>
    <w:rsid w:val="00452193"/>
    <w:rsid w:val="004529C1"/>
    <w:rsid w:val="00452DF7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4FA7"/>
    <w:rsid w:val="004678CC"/>
    <w:rsid w:val="00467B3E"/>
    <w:rsid w:val="00470ED5"/>
    <w:rsid w:val="00471B0A"/>
    <w:rsid w:val="004725FE"/>
    <w:rsid w:val="00472801"/>
    <w:rsid w:val="0047336B"/>
    <w:rsid w:val="0047372A"/>
    <w:rsid w:val="00473D69"/>
    <w:rsid w:val="00474847"/>
    <w:rsid w:val="004748FC"/>
    <w:rsid w:val="00474EBF"/>
    <w:rsid w:val="00475C75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6D1A"/>
    <w:rsid w:val="00497108"/>
    <w:rsid w:val="0049746D"/>
    <w:rsid w:val="004978A3"/>
    <w:rsid w:val="00497F3E"/>
    <w:rsid w:val="004A11E1"/>
    <w:rsid w:val="004A2F4F"/>
    <w:rsid w:val="004A389A"/>
    <w:rsid w:val="004A3988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4EAC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603E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C31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3A6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87E84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4F3E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DB0"/>
    <w:rsid w:val="005D04FC"/>
    <w:rsid w:val="005D06BD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5AD"/>
    <w:rsid w:val="00612B98"/>
    <w:rsid w:val="00614296"/>
    <w:rsid w:val="00615611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988"/>
    <w:rsid w:val="00636D07"/>
    <w:rsid w:val="0063703A"/>
    <w:rsid w:val="00637173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DB9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B35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807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B23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06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E1F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1B1"/>
    <w:rsid w:val="00765D08"/>
    <w:rsid w:val="007670DB"/>
    <w:rsid w:val="00770897"/>
    <w:rsid w:val="00770BEA"/>
    <w:rsid w:val="00770DFC"/>
    <w:rsid w:val="00770F31"/>
    <w:rsid w:val="00772E21"/>
    <w:rsid w:val="00773ACF"/>
    <w:rsid w:val="00773BE4"/>
    <w:rsid w:val="00773DE2"/>
    <w:rsid w:val="00774354"/>
    <w:rsid w:val="00775F2F"/>
    <w:rsid w:val="00776B28"/>
    <w:rsid w:val="00777134"/>
    <w:rsid w:val="00777196"/>
    <w:rsid w:val="0077722C"/>
    <w:rsid w:val="00777A1D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87EE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C7B44"/>
    <w:rsid w:val="007D0DF5"/>
    <w:rsid w:val="007D2C9D"/>
    <w:rsid w:val="007D332C"/>
    <w:rsid w:val="007D3CFD"/>
    <w:rsid w:val="007D464A"/>
    <w:rsid w:val="007D47A9"/>
    <w:rsid w:val="007D66DF"/>
    <w:rsid w:val="007D7AF7"/>
    <w:rsid w:val="007E0244"/>
    <w:rsid w:val="007E0FBE"/>
    <w:rsid w:val="007E2C32"/>
    <w:rsid w:val="007E3D18"/>
    <w:rsid w:val="007E4289"/>
    <w:rsid w:val="007E55B3"/>
    <w:rsid w:val="007E5CF2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2C8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3579"/>
    <w:rsid w:val="008342CD"/>
    <w:rsid w:val="00835460"/>
    <w:rsid w:val="0083626C"/>
    <w:rsid w:val="008400ED"/>
    <w:rsid w:val="008426CC"/>
    <w:rsid w:val="008427C2"/>
    <w:rsid w:val="00842A49"/>
    <w:rsid w:val="00842FE4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47E2"/>
    <w:rsid w:val="00865FBB"/>
    <w:rsid w:val="00866B31"/>
    <w:rsid w:val="00874EE7"/>
    <w:rsid w:val="0087507D"/>
    <w:rsid w:val="00875973"/>
    <w:rsid w:val="0087702E"/>
    <w:rsid w:val="0087719B"/>
    <w:rsid w:val="0088147E"/>
    <w:rsid w:val="00882101"/>
    <w:rsid w:val="008822E0"/>
    <w:rsid w:val="0088345F"/>
    <w:rsid w:val="008857C5"/>
    <w:rsid w:val="00885DBB"/>
    <w:rsid w:val="00885FB3"/>
    <w:rsid w:val="0088706A"/>
    <w:rsid w:val="0089016F"/>
    <w:rsid w:val="00891394"/>
    <w:rsid w:val="0089151A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DD8"/>
    <w:rsid w:val="008E2243"/>
    <w:rsid w:val="008E2B4B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654E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0C86"/>
    <w:rsid w:val="00951796"/>
    <w:rsid w:val="00952011"/>
    <w:rsid w:val="00954D2A"/>
    <w:rsid w:val="00955304"/>
    <w:rsid w:val="00955D77"/>
    <w:rsid w:val="00956424"/>
    <w:rsid w:val="009609B8"/>
    <w:rsid w:val="00961F34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A5A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3445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2D8"/>
    <w:rsid w:val="00A3777A"/>
    <w:rsid w:val="00A37C06"/>
    <w:rsid w:val="00A40C23"/>
    <w:rsid w:val="00A41E0B"/>
    <w:rsid w:val="00A4210D"/>
    <w:rsid w:val="00A43FA3"/>
    <w:rsid w:val="00A445E3"/>
    <w:rsid w:val="00A44ACE"/>
    <w:rsid w:val="00A44CC6"/>
    <w:rsid w:val="00A45851"/>
    <w:rsid w:val="00A46146"/>
    <w:rsid w:val="00A461B0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2D58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B6F8F"/>
    <w:rsid w:val="00AC0AF5"/>
    <w:rsid w:val="00AC1A00"/>
    <w:rsid w:val="00AC1E97"/>
    <w:rsid w:val="00AC2A00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4D9"/>
    <w:rsid w:val="00AD755D"/>
    <w:rsid w:val="00AD7F57"/>
    <w:rsid w:val="00AE099B"/>
    <w:rsid w:val="00AE148D"/>
    <w:rsid w:val="00AE1CE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56E6"/>
    <w:rsid w:val="00AF617B"/>
    <w:rsid w:val="00B00170"/>
    <w:rsid w:val="00B01EDA"/>
    <w:rsid w:val="00B020F3"/>
    <w:rsid w:val="00B0293A"/>
    <w:rsid w:val="00B0384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BB6"/>
    <w:rsid w:val="00B21C82"/>
    <w:rsid w:val="00B225F1"/>
    <w:rsid w:val="00B22CCE"/>
    <w:rsid w:val="00B23CAE"/>
    <w:rsid w:val="00B25950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993"/>
    <w:rsid w:val="00B44D0D"/>
    <w:rsid w:val="00B45693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367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F94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7A3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4E1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2F96"/>
    <w:rsid w:val="00C342F6"/>
    <w:rsid w:val="00C34432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46DC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67E7"/>
    <w:rsid w:val="00C77949"/>
    <w:rsid w:val="00C77BA9"/>
    <w:rsid w:val="00C80792"/>
    <w:rsid w:val="00C825EB"/>
    <w:rsid w:val="00C83691"/>
    <w:rsid w:val="00C83A19"/>
    <w:rsid w:val="00C83D16"/>
    <w:rsid w:val="00C84914"/>
    <w:rsid w:val="00C86D4D"/>
    <w:rsid w:val="00C9023A"/>
    <w:rsid w:val="00C904E8"/>
    <w:rsid w:val="00C911BE"/>
    <w:rsid w:val="00C9142A"/>
    <w:rsid w:val="00C9215E"/>
    <w:rsid w:val="00C92424"/>
    <w:rsid w:val="00C92A68"/>
    <w:rsid w:val="00C93AD5"/>
    <w:rsid w:val="00C949AE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1A9"/>
    <w:rsid w:val="00CC64E1"/>
    <w:rsid w:val="00CC7B64"/>
    <w:rsid w:val="00CD0228"/>
    <w:rsid w:val="00CD08FF"/>
    <w:rsid w:val="00CD203A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099"/>
    <w:rsid w:val="00CD71B4"/>
    <w:rsid w:val="00CD7D8A"/>
    <w:rsid w:val="00CD7EB8"/>
    <w:rsid w:val="00CE01B7"/>
    <w:rsid w:val="00CE0385"/>
    <w:rsid w:val="00CE0A97"/>
    <w:rsid w:val="00CE0C46"/>
    <w:rsid w:val="00CE0DBE"/>
    <w:rsid w:val="00CE2F55"/>
    <w:rsid w:val="00CE301F"/>
    <w:rsid w:val="00CE378D"/>
    <w:rsid w:val="00CE3CD8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52E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265"/>
    <w:rsid w:val="00D47D28"/>
    <w:rsid w:val="00D47F21"/>
    <w:rsid w:val="00D51F5D"/>
    <w:rsid w:val="00D5248D"/>
    <w:rsid w:val="00D526A8"/>
    <w:rsid w:val="00D53C0C"/>
    <w:rsid w:val="00D55932"/>
    <w:rsid w:val="00D562E2"/>
    <w:rsid w:val="00D5679C"/>
    <w:rsid w:val="00D61620"/>
    <w:rsid w:val="00D62161"/>
    <w:rsid w:val="00D623C4"/>
    <w:rsid w:val="00D627BC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421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464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0AA1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122"/>
    <w:rsid w:val="00DF2C45"/>
    <w:rsid w:val="00DF2C63"/>
    <w:rsid w:val="00DF3777"/>
    <w:rsid w:val="00DF384D"/>
    <w:rsid w:val="00DF43B9"/>
    <w:rsid w:val="00DF50EC"/>
    <w:rsid w:val="00DF67BC"/>
    <w:rsid w:val="00DF6C8B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7EF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831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1E1"/>
    <w:rsid w:val="00E27C02"/>
    <w:rsid w:val="00E310A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26B0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3507"/>
    <w:rsid w:val="00EF5912"/>
    <w:rsid w:val="00EF5F94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B25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0C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1E2F"/>
    <w:rsid w:val="00F32115"/>
    <w:rsid w:val="00F33677"/>
    <w:rsid w:val="00F363BC"/>
    <w:rsid w:val="00F40A19"/>
    <w:rsid w:val="00F428E0"/>
    <w:rsid w:val="00F440AB"/>
    <w:rsid w:val="00F44977"/>
    <w:rsid w:val="00F44BED"/>
    <w:rsid w:val="00F45983"/>
    <w:rsid w:val="00F46D13"/>
    <w:rsid w:val="00F4717D"/>
    <w:rsid w:val="00F47D48"/>
    <w:rsid w:val="00F507F6"/>
    <w:rsid w:val="00F50FB1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017"/>
    <w:rsid w:val="00F6517D"/>
    <w:rsid w:val="00F651D9"/>
    <w:rsid w:val="00F70119"/>
    <w:rsid w:val="00F70947"/>
    <w:rsid w:val="00F72E0C"/>
    <w:rsid w:val="00F73EB9"/>
    <w:rsid w:val="00F74BFD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571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A6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5DE5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33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2824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25</cp:revision>
  <cp:lastPrinted>2013-10-18T08:32:00Z</cp:lastPrinted>
  <dcterms:created xsi:type="dcterms:W3CDTF">2024-10-03T02:46:00Z</dcterms:created>
  <dcterms:modified xsi:type="dcterms:W3CDTF">2024-10-17T21:03:00Z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